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050"/>
  <w:body>
    <w:p w14:paraId="3BF6955D" w14:textId="12488279" w:rsidR="00703EE5" w:rsidRDefault="00242D12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49D42CD9" w14:textId="0E99BC07" w:rsidR="00242D12" w:rsidRPr="00242D12" w:rsidRDefault="00242D12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E8DB3" wp14:editId="7C863B25">
                <wp:simplePos x="0" y="0"/>
                <wp:positionH relativeFrom="column">
                  <wp:posOffset>495935</wp:posOffset>
                </wp:positionH>
                <wp:positionV relativeFrom="paragraph">
                  <wp:posOffset>90170</wp:posOffset>
                </wp:positionV>
                <wp:extent cx="2667000" cy="15811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679D4" w14:textId="67A15272" w:rsidR="00242D12" w:rsidRPr="00242D12" w:rsidRDefault="00242D12" w:rsidP="00242D12">
                            <w:pPr>
                              <w:jc w:val="center"/>
                              <w:rPr>
                                <w:rFonts w:ascii="Arial Black" w:hAnsi="Arial Black"/>
                                <w:color w:val="D0AE72" w:themeColor="background2" w:themeShade="BF"/>
                                <w:sz w:val="96"/>
                                <w:szCs w:val="96"/>
                                <w:lang w:val="de-DE"/>
                                <w14:textFill>
                                  <w14:solidFill>
                                    <w14:schemeClr w14:val="bg2">
                                      <w14:alpha w14:val="20000"/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42D12">
                              <w:rPr>
                                <w:rFonts w:ascii="Arial Black" w:hAnsi="Arial Black"/>
                                <w:color w:val="D0AE72" w:themeColor="background2" w:themeShade="BF"/>
                                <w:sz w:val="96"/>
                                <w:szCs w:val="96"/>
                                <w:lang w:val="de-DE"/>
                                <w14:textFill>
                                  <w14:solidFill>
                                    <w14:schemeClr w14:val="bg2">
                                      <w14:alpha w14:val="20000"/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  <w:t>Happy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Chevro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E8DB3" id="Rectangle 1" o:spid="_x0000_s1026" style="position:absolute;margin-left:39.05pt;margin-top:7.1pt;width:210pt;height:12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" filled="f" stroked="f" strokeweight="2pt">
                <v:textbox inset="0,0,0,0">
                  <w:txbxContent>
                    <w:p w14:paraId="6EC679D4" w14:textId="67A15272" w:rsidR="00242D12" w:rsidRPr="00242D12" w:rsidRDefault="00242D12" w:rsidP="00242D12">
                      <w:pPr>
                        <w:jc w:val="center"/>
                        <w:rPr>
                          <w:rFonts w:ascii="Arial Black" w:hAnsi="Arial Black"/>
                          <w:color w:val="D0AE72" w:themeColor="background2" w:themeShade="BF"/>
                          <w:sz w:val="96"/>
                          <w:szCs w:val="96"/>
                          <w:lang w:val="de-DE"/>
                          <w14:textFill>
                            <w14:solidFill>
                              <w14:schemeClr w14:val="bg2">
                                <w14:alpha w14:val="20000"/>
                                <w14:lumMod w14:val="75000"/>
                              </w14:schemeClr>
                            </w14:solidFill>
                          </w14:textFill>
                        </w:rPr>
                      </w:pPr>
                      <w:r w:rsidRPr="00242D12">
                        <w:rPr>
                          <w:rFonts w:ascii="Arial Black" w:hAnsi="Arial Black"/>
                          <w:color w:val="D0AE72" w:themeColor="background2" w:themeShade="BF"/>
                          <w:sz w:val="96"/>
                          <w:szCs w:val="96"/>
                          <w:lang w:val="de-DE"/>
                          <w14:textFill>
                            <w14:solidFill>
                              <w14:schemeClr w14:val="bg2">
                                <w14:alpha w14:val="20000"/>
                                <w14:lumMod w14:val="75000"/>
                              </w14:schemeClr>
                            </w14:solidFill>
                          </w14:textFill>
                        </w:rPr>
                        <w:t>Happy</w:t>
                      </w:r>
                    </w:p>
                  </w:txbxContent>
                </v:textbox>
              </v:rect>
            </w:pict>
          </mc:Fallback>
        </mc:AlternateContent>
      </w:r>
    </w:p>
    <w:sectPr w:rsidR="00242D12" w:rsidRPr="00242D12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12"/>
    <w:rsid w:val="00057B10"/>
    <w:rsid w:val="000C1ECD"/>
    <w:rsid w:val="00242D12"/>
    <w:rsid w:val="00321565"/>
    <w:rsid w:val="00326855"/>
    <w:rsid w:val="004E38BB"/>
    <w:rsid w:val="005702D9"/>
    <w:rsid w:val="0062363A"/>
    <w:rsid w:val="007257C4"/>
    <w:rsid w:val="007A0408"/>
    <w:rsid w:val="0087728C"/>
    <w:rsid w:val="00912661"/>
    <w:rsid w:val="00936920"/>
    <w:rsid w:val="00AB7264"/>
    <w:rsid w:val="00B1519E"/>
    <w:rsid w:val="00BB620D"/>
    <w:rsid w:val="00BD6080"/>
    <w:rsid w:val="00C26373"/>
    <w:rsid w:val="00F6347D"/>
    <w:rsid w:val="00FE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ED2F8"/>
  <w14:discardImageEditingData/>
  <w14:defaultImageDpi w14:val="32767"/>
  <w15:chartTrackingRefBased/>
  <w15:docId w15:val="{1DAD9C76-B5DA-46C4-80EB-EC0805F0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FF0000"/>
      </a:dk1>
      <a:lt1>
        <a:srgbClr val="FFCC99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F00FF"/>
      </a:hlink>
      <a:folHlink>
        <a:srgbClr val="00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4</cp:revision>
  <dcterms:created xsi:type="dcterms:W3CDTF">2023-01-05T23:29:00Z</dcterms:created>
  <dcterms:modified xsi:type="dcterms:W3CDTF">2023-01-05T23:36:00Z</dcterms:modified>
</cp:coreProperties>
</file>